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14AB99" w14:textId="77777777" w:rsidR="009F1217" w:rsidRDefault="009F1217" w:rsidP="003F3B5A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4414AB9A" w14:textId="77777777" w:rsidR="00232083" w:rsidRDefault="00295751" w:rsidP="00295751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>Certification s</w:t>
      </w:r>
      <w:r w:rsidR="00232083">
        <w:rPr>
          <w:rFonts w:ascii="Times New Roman" w:hAnsi="Times New Roman"/>
          <w:i/>
          <w:sz w:val="24"/>
          <w:szCs w:val="24"/>
          <w:lang w:val="en-US"/>
        </w:rPr>
        <w:t>tandard report - Appendix</w:t>
      </w:r>
    </w:p>
    <w:p w14:paraId="4414AB9B" w14:textId="77777777" w:rsidR="00232083" w:rsidRDefault="00232083" w:rsidP="0029575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Online Casino</w:t>
      </w:r>
    </w:p>
    <w:p w14:paraId="4414AB9C" w14:textId="0B1C937C" w:rsidR="00232083" w:rsidRDefault="00232083" w:rsidP="00295751">
      <w:pPr>
        <w:jc w:val="right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>Inspection standards - SCP.02.03.EN</w:t>
      </w:r>
      <w:bookmarkStart w:id="0" w:name="_GoBack"/>
      <w:bookmarkEnd w:id="0"/>
    </w:p>
    <w:p w14:paraId="4414AB9D" w14:textId="77777777" w:rsidR="00232083" w:rsidRDefault="00232083" w:rsidP="00232083">
      <w:pPr>
        <w:rPr>
          <w:rFonts w:ascii="Times New Roman" w:hAnsi="Times New Roman"/>
          <w:b/>
          <w:sz w:val="20"/>
          <w:szCs w:val="20"/>
          <w:lang w:val="en-US"/>
        </w:rPr>
      </w:pPr>
    </w:p>
    <w:p w14:paraId="4414AB9E" w14:textId="77777777" w:rsidR="00232083" w:rsidRDefault="00295751" w:rsidP="00232083">
      <w:pPr>
        <w:pBdr>
          <w:bottom w:val="single" w:sz="18" w:space="1" w:color="auto"/>
        </w:pBd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Appendix to s</w:t>
      </w:r>
      <w:r w:rsidR="00232083">
        <w:rPr>
          <w:rFonts w:ascii="Times New Roman" w:hAnsi="Times New Roman"/>
          <w:sz w:val="24"/>
          <w:szCs w:val="24"/>
          <w:lang w:val="en-US"/>
        </w:rPr>
        <w:t>tandard report for inspection standards for online casino</w:t>
      </w: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3"/>
        <w:gridCol w:w="6852"/>
      </w:tblGrid>
      <w:tr w:rsidR="003F3B5A" w:rsidRPr="003F3B5A" w14:paraId="4414ABA2" w14:textId="77777777" w:rsidTr="004C1189">
        <w:tc>
          <w:tcPr>
            <w:tcW w:w="1134" w:type="dxa"/>
          </w:tcPr>
          <w:p w14:paraId="4414AB9F" w14:textId="77777777" w:rsidR="003F3B5A" w:rsidRPr="003F3B5A" w:rsidRDefault="003D3AD2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Req.</w:t>
            </w:r>
          </w:p>
        </w:tc>
        <w:tc>
          <w:tcPr>
            <w:tcW w:w="1560" w:type="dxa"/>
          </w:tcPr>
          <w:p w14:paraId="4414ABA0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Req.</w:t>
            </w:r>
            <w:r w:rsidR="003F3B5A" w:rsidRPr="003F3B5A">
              <w:rPr>
                <w:rFonts w:ascii="Garamond" w:hAnsi="Garamond"/>
                <w:b/>
                <w:sz w:val="24"/>
                <w:szCs w:val="24"/>
              </w:rPr>
              <w:t xml:space="preserve"> status</w:t>
            </w:r>
          </w:p>
        </w:tc>
        <w:tc>
          <w:tcPr>
            <w:tcW w:w="6976" w:type="dxa"/>
          </w:tcPr>
          <w:p w14:paraId="4414ABA1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Comments</w:t>
            </w:r>
          </w:p>
        </w:tc>
      </w:tr>
      <w:tr w:rsidR="003F3B5A" w:rsidRPr="003F3B5A" w14:paraId="4414ABA7" w14:textId="77777777" w:rsidTr="004C1189">
        <w:tc>
          <w:tcPr>
            <w:tcW w:w="1134" w:type="dxa"/>
          </w:tcPr>
          <w:p w14:paraId="4414ABA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A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A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A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AC" w14:textId="77777777" w:rsidTr="004C1189">
        <w:tc>
          <w:tcPr>
            <w:tcW w:w="1134" w:type="dxa"/>
          </w:tcPr>
          <w:p w14:paraId="4414ABA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A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A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A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B1" w14:textId="77777777" w:rsidTr="004C1189">
        <w:tc>
          <w:tcPr>
            <w:tcW w:w="1134" w:type="dxa"/>
          </w:tcPr>
          <w:p w14:paraId="4414ABA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A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A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B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B6" w14:textId="77777777" w:rsidTr="004C1189">
        <w:tc>
          <w:tcPr>
            <w:tcW w:w="1134" w:type="dxa"/>
          </w:tcPr>
          <w:p w14:paraId="4414ABB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B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B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B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BB" w14:textId="77777777" w:rsidTr="004C1189">
        <w:tc>
          <w:tcPr>
            <w:tcW w:w="1134" w:type="dxa"/>
          </w:tcPr>
          <w:p w14:paraId="4414ABB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B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B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B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C0" w14:textId="77777777" w:rsidTr="004C1189">
        <w:tc>
          <w:tcPr>
            <w:tcW w:w="1134" w:type="dxa"/>
          </w:tcPr>
          <w:p w14:paraId="4414ABB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B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B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B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C5" w14:textId="77777777" w:rsidTr="004C1189">
        <w:tc>
          <w:tcPr>
            <w:tcW w:w="1134" w:type="dxa"/>
          </w:tcPr>
          <w:p w14:paraId="4414ABC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C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C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C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CA" w14:textId="77777777" w:rsidTr="004C1189">
        <w:tc>
          <w:tcPr>
            <w:tcW w:w="1134" w:type="dxa"/>
          </w:tcPr>
          <w:p w14:paraId="4414ABC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C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C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C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D0" w14:textId="77777777" w:rsidTr="004C1189">
        <w:tc>
          <w:tcPr>
            <w:tcW w:w="1134" w:type="dxa"/>
          </w:tcPr>
          <w:p w14:paraId="4414ABC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C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C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C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C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D5" w14:textId="77777777" w:rsidTr="004C1189">
        <w:tc>
          <w:tcPr>
            <w:tcW w:w="1134" w:type="dxa"/>
          </w:tcPr>
          <w:p w14:paraId="4414ABD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D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D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D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DA" w14:textId="77777777" w:rsidTr="004C1189">
        <w:tc>
          <w:tcPr>
            <w:tcW w:w="1134" w:type="dxa"/>
          </w:tcPr>
          <w:p w14:paraId="4414ABD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D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D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D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DF" w14:textId="77777777" w:rsidTr="004C1189">
        <w:tc>
          <w:tcPr>
            <w:tcW w:w="1134" w:type="dxa"/>
          </w:tcPr>
          <w:p w14:paraId="4414ABD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D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D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D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E4" w14:textId="77777777" w:rsidTr="004C1189">
        <w:tc>
          <w:tcPr>
            <w:tcW w:w="1134" w:type="dxa"/>
          </w:tcPr>
          <w:p w14:paraId="4414ABE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E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E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E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E9" w14:textId="77777777" w:rsidTr="004C1189">
        <w:tc>
          <w:tcPr>
            <w:tcW w:w="1134" w:type="dxa"/>
          </w:tcPr>
          <w:p w14:paraId="4414ABE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E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E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E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EE" w14:textId="77777777" w:rsidTr="004C1189">
        <w:tc>
          <w:tcPr>
            <w:tcW w:w="1134" w:type="dxa"/>
          </w:tcPr>
          <w:p w14:paraId="4414ABE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E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E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E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F3" w14:textId="77777777" w:rsidTr="004C1189">
        <w:tc>
          <w:tcPr>
            <w:tcW w:w="1134" w:type="dxa"/>
          </w:tcPr>
          <w:p w14:paraId="4414ABE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F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F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F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4414ABF4" w14:textId="77777777" w:rsidR="006B30A9" w:rsidRPr="00202ECA" w:rsidRDefault="006B30A9" w:rsidP="007D1B65">
      <w:pPr>
        <w:spacing w:after="0" w:line="280" w:lineRule="atLeast"/>
        <w:rPr>
          <w:rFonts w:ascii="Garamond" w:hAnsi="Garamond"/>
        </w:rPr>
      </w:pPr>
    </w:p>
    <w:sectPr w:rsidR="006B30A9" w:rsidRPr="00202ECA" w:rsidSect="000E635B">
      <w:footerReference w:type="default" r:id="rId11"/>
      <w:headerReference w:type="first" r:id="rId12"/>
      <w:footerReference w:type="first" r:id="rId13"/>
      <w:pgSz w:w="11906" w:h="16838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14ABF7" w14:textId="77777777" w:rsidR="0073200A" w:rsidRDefault="0073200A" w:rsidP="009E4B94">
      <w:pPr>
        <w:spacing w:line="240" w:lineRule="auto"/>
      </w:pPr>
      <w:r>
        <w:separator/>
      </w:r>
    </w:p>
  </w:endnote>
  <w:endnote w:type="continuationSeparator" w:id="0">
    <w:p w14:paraId="4414ABF8" w14:textId="77777777" w:rsidR="0073200A" w:rsidRDefault="0073200A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14ABF9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414ABFC" wp14:editId="4414ABFD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14AC04" w14:textId="77777777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BAD88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 filled="f" stroked="f" strokeweight=".5pt">
              <v:textbox style="mso-fit-shape-to-text:t" inset="0,0,0,0">
                <w:txbxContent>
                  <w:p w:rsidR="00681D83" w:rsidRPr="002E76B5" w:rsidRDefault="00706E32" w:rsidP="001E79D1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="00681D83" w:rsidRPr="002E76B5">
                      <w:rPr>
                        <w:rStyle w:val="Sidetal"/>
                      </w:rPr>
                      <w:t xml:space="preserve">e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PAGE 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  <w:r w:rsidR="002E76B5" w:rsidRPr="002E76B5">
                      <w:rPr>
                        <w:rStyle w:val="Sidetal"/>
                      </w:rPr>
                      <w:t xml:space="preserve"> af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SECTIONPAGES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4414ABFE" wp14:editId="4414ABFF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14ABFB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4414AC02" wp14:editId="4414AC03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14ABF5" w14:textId="77777777" w:rsidR="0073200A" w:rsidRDefault="0073200A" w:rsidP="009E4B94">
      <w:pPr>
        <w:spacing w:line="240" w:lineRule="auto"/>
      </w:pPr>
      <w:r>
        <w:separator/>
      </w:r>
    </w:p>
  </w:footnote>
  <w:footnote w:type="continuationSeparator" w:id="0">
    <w:p w14:paraId="4414ABF6" w14:textId="77777777" w:rsidR="0073200A" w:rsidRDefault="0073200A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14ABFA" w14:textId="77777777" w:rsidR="00E47932" w:rsidRDefault="00F24999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4414AC00" wp14:editId="4414AC01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1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E79D1"/>
    <w:rsid w:val="001F374B"/>
    <w:rsid w:val="00202ECA"/>
    <w:rsid w:val="00203DE6"/>
    <w:rsid w:val="00207BEC"/>
    <w:rsid w:val="0022582F"/>
    <w:rsid w:val="00232083"/>
    <w:rsid w:val="00233D73"/>
    <w:rsid w:val="00243527"/>
    <w:rsid w:val="00244D70"/>
    <w:rsid w:val="00256B13"/>
    <w:rsid w:val="00264476"/>
    <w:rsid w:val="0026468A"/>
    <w:rsid w:val="00267514"/>
    <w:rsid w:val="00286EDF"/>
    <w:rsid w:val="00295751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35B0"/>
    <w:rsid w:val="003C144F"/>
    <w:rsid w:val="003C4F9F"/>
    <w:rsid w:val="003C60F1"/>
    <w:rsid w:val="003D3AD2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5432A"/>
    <w:rsid w:val="00563829"/>
    <w:rsid w:val="005A28D4"/>
    <w:rsid w:val="005C3A02"/>
    <w:rsid w:val="005C5F97"/>
    <w:rsid w:val="005F1580"/>
    <w:rsid w:val="005F3493"/>
    <w:rsid w:val="005F3ED8"/>
    <w:rsid w:val="00604373"/>
    <w:rsid w:val="00642CBC"/>
    <w:rsid w:val="006517D6"/>
    <w:rsid w:val="00655B49"/>
    <w:rsid w:val="00681D83"/>
    <w:rsid w:val="006900C2"/>
    <w:rsid w:val="006B30A9"/>
    <w:rsid w:val="0070267E"/>
    <w:rsid w:val="00703B3F"/>
    <w:rsid w:val="00706E32"/>
    <w:rsid w:val="00707273"/>
    <w:rsid w:val="007154F3"/>
    <w:rsid w:val="0073200A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F32DF"/>
    <w:rsid w:val="008F4D20"/>
    <w:rsid w:val="008F6A9D"/>
    <w:rsid w:val="00902C3D"/>
    <w:rsid w:val="0092171B"/>
    <w:rsid w:val="00947BA0"/>
    <w:rsid w:val="00951B25"/>
    <w:rsid w:val="00983B74"/>
    <w:rsid w:val="00990263"/>
    <w:rsid w:val="009A2571"/>
    <w:rsid w:val="009A4CCC"/>
    <w:rsid w:val="009B2330"/>
    <w:rsid w:val="009E4B94"/>
    <w:rsid w:val="009F1217"/>
    <w:rsid w:val="009F18F2"/>
    <w:rsid w:val="00A239DF"/>
    <w:rsid w:val="00A262CF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10A6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E5560"/>
    <w:rsid w:val="00BF0FDA"/>
    <w:rsid w:val="00C2782C"/>
    <w:rsid w:val="00C310A8"/>
    <w:rsid w:val="00C31791"/>
    <w:rsid w:val="00C3414E"/>
    <w:rsid w:val="00C455E6"/>
    <w:rsid w:val="00C468F5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3EF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66240"/>
    <w:rsid w:val="00EA7E20"/>
    <w:rsid w:val="00EB603A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14AB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4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kke valgt" ma:contentTypeID="0x0101008A15DAC483205443BBD3A53CB9AAD3981100D1732C8DBD787A4AB0B6DF4EA4968CB0" ma:contentTypeVersion="19" ma:contentTypeDescription="" ma:contentTypeScope="" ma:versionID="6fa52ff46f0a0790ed2889a50b7427a5">
  <xsd:schema xmlns:xsd="http://www.w3.org/2001/XMLSchema" xmlns:xs="http://www.w3.org/2001/XMLSchema" xmlns:p="http://schemas.microsoft.com/office/2006/metadata/properties" xmlns:ns2="b63ed618-bf3e-4954-a830-28dd24904e9e" xmlns:ns3="0ec4ba45-9d27-40ef-892e-bb0fb3b5584a" xmlns:ns4="a2e91a90-2021-4a92-9a86-3e9429d92af4" targetNamespace="http://schemas.microsoft.com/office/2006/metadata/properties" ma:root="true" ma:fieldsID="9d5db6ac1cbc5fc598a34d798e1b5b75" ns2:_="" ns3:_="" ns4:_="">
    <xsd:import namespace="b63ed618-bf3e-4954-a830-28dd24904e9e"/>
    <xsd:import namespace="0ec4ba45-9d27-40ef-892e-bb0fb3b5584a"/>
    <xsd:import namespace="a2e91a90-2021-4a92-9a86-3e9429d92af4"/>
    <xsd:element name="properties">
      <xsd:complexType>
        <xsd:sequence>
          <xsd:element name="documentManagement">
            <xsd:complexType>
              <xsd:all>
                <xsd:element ref="ns2:Captia_x0020_sagsnr." minOccurs="0"/>
                <xsd:element ref="ns3:_dlc_DocId" minOccurs="0"/>
                <xsd:element ref="ns3:_dlc_DocIdUrl" minOccurs="0"/>
                <xsd:element ref="ns3:_dlc_DocIdPersistId" minOccurs="0"/>
                <xsd:element ref="ns3:h5843e31abc14c938bdc6fcba08b5d90" minOccurs="0"/>
                <xsd:element ref="ns4:TaxCatchAll" minOccurs="0"/>
                <xsd:element ref="ns3:f9edf292ee8d42ffb76f0c420b474deb" minOccurs="0"/>
                <xsd:element ref="ns3:h8ddc40cd7ee446895ede096f7c524ce" minOccurs="0"/>
                <xsd:element ref="ns4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ed618-bf3e-4954-a830-28dd24904e9e" elementFormDefault="qualified">
    <xsd:import namespace="http://schemas.microsoft.com/office/2006/documentManagement/types"/>
    <xsd:import namespace="http://schemas.microsoft.com/office/infopath/2007/PartnerControls"/>
    <xsd:element name="Captia_x0020_sagsnr." ma:index="5" nillable="true" ma:displayName="Captia sagsnr." ma:description="Hvis der er oprettet en Captia sag, kan du skrive  sags nr. her." ma:internalName="Captia_x0020_sagsnr_x002e_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4ba45-9d27-40ef-892e-bb0fb3b558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ærdi for dokument-id" ma:description="Værdien af det dokument-id, der er tildelt dette elemen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ink til dette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Vedvarende id" ma:description="Behold id ved tilføjelse." ma:hidden="true" ma:internalName="_dlc_DocIdPersistId" ma:readOnly="false">
      <xsd:simpleType>
        <xsd:restriction base="dms:Boolean"/>
      </xsd:simpleType>
    </xsd:element>
    <xsd:element name="h5843e31abc14c938bdc6fcba08b5d90" ma:index="11" nillable="true" ma:taxonomy="true" ma:internalName="h5843e31abc14c938bdc6fcba08b5d90" ma:taxonomyFieldName="Emneomr_x00e5_de" ma:displayName="Emneområde" ma:readOnly="false" ma:fieldId="{15843e31-abc1-4c93-8bdc-6fcba08b5d90}" ma:sspId="a4e4bee2-05ff-4b1e-9ef6-afef04b863ba" ma:termSetId="cf70ea99-5df5-4851-9fab-c79b7eaf3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9edf292ee8d42ffb76f0c420b474deb" ma:index="13" nillable="true" ma:taxonomy="true" ma:internalName="f9edf292ee8d42ffb76f0c420b474deb" ma:taxonomyFieldName="Forretningsomr_x00e5_de" ma:displayName="Forretningsområde" ma:readOnly="false" ma:fieldId="{f9edf292-ee8d-42ff-b76f-0c420b474deb}" ma:sspId="a4e4bee2-05ff-4b1e-9ef6-afef04b863ba" ma:termSetId="a44dcef9-d303-40e2-8a3d-049018c9d5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8ddc40cd7ee446895ede096f7c524ce" ma:index="14" nillable="true" ma:taxonomy="true" ma:internalName="h8ddc40cd7ee446895ede096f7c524ce" ma:taxonomyFieldName="Spilomr_x00e5_de" ma:displayName="Spilområde" ma:readOnly="false" ma:fieldId="{18ddc40c-d7ee-4468-95ed-e096f7c524ce}" ma:sspId="a4e4bee2-05ff-4b1e-9ef6-afef04b863ba" ma:termSetId="a8ed1d29-9f78-40d3-a899-9cba96262eb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91a90-2021-4a92-9a86-3e9429d92af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8edbbc0-dafe-42f0-a1c4-fd8f8118296b}" ma:internalName="TaxCatchAll" ma:readOnly="false" ma:showField="CatchAllData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list="{e8edbbc0-dafe-42f0-a1c4-fd8f8118296b}" ma:internalName="TaxCatchAllLabel" ma:readOnly="false" ma:showField="CatchAllDataLabel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Indhol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2" ma:contentTypeDescription="Opret et nyt dokument." ma:contentTypeScope="" ma:versionID="d89aad9528d5c498bd7708c093cd8eee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82dcec4b3d5f060f38862ac3ff6cea0c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5D969B-2E8C-4AFE-9B0E-D05E102FE5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7F7F99-5ED4-408D-AD33-93F87C4BB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3ed618-bf3e-4954-a830-28dd24904e9e"/>
    <ds:schemaRef ds:uri="0ec4ba45-9d27-40ef-892e-bb0fb3b5584a"/>
    <ds:schemaRef ds:uri="a2e91a90-2021-4a92-9a86-3e9429d92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6D535C-4232-4931-AC59-6988A58F04C4}"/>
</file>

<file path=customXml/itemProps4.xml><?xml version="1.0" encoding="utf-8"?>
<ds:datastoreItem xmlns:ds="http://schemas.openxmlformats.org/officeDocument/2006/customXml" ds:itemID="{4AD4E31B-8CCC-423B-9677-067A00D0C988}">
  <ds:schemaRefs>
    <ds:schemaRef ds:uri="http://purl.org/dc/elements/1.1/"/>
    <ds:schemaRef ds:uri="http://schemas.microsoft.com/office/2006/metadata/properties"/>
    <ds:schemaRef ds:uri="0ec4ba45-9d27-40ef-892e-bb0fb3b5584a"/>
    <ds:schemaRef ds:uri="http://schemas.microsoft.com/office/2006/documentManagement/types"/>
    <ds:schemaRef ds:uri="a2e91a90-2021-4a92-9a86-3e9429d92af4"/>
    <ds:schemaRef ds:uri="b63ed618-bf3e-4954-a830-28dd24904e9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Notat.dotm</Template>
  <TotalTime>0</TotalTime>
  <Pages>1</Pages>
  <Words>38</Words>
  <Characters>235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Notat</vt:lpstr>
      <vt:lpstr>Notat</vt:lpstr>
    </vt:vector>
  </TitlesOfParts>
  <Company/>
  <LinksUpToDate>false</LinksUpToDate>
  <CharactersWithSpaces>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1</cp:revision>
  <dcterms:created xsi:type="dcterms:W3CDTF">2015-02-04T09:54:00Z</dcterms:created>
  <dcterms:modified xsi:type="dcterms:W3CDTF">2018-01-04T11:11:00Z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1205ec8a-d033-40f9-ab77-3e37f08087ea</vt:lpwstr>
  </property>
  <property fmtid="{D5CDD505-2E9C-101B-9397-08002B2CF9AE}" pid="5" name="Spilområde">
    <vt:lpwstr/>
  </property>
  <property fmtid="{D5CDD505-2E9C-101B-9397-08002B2CF9AE}" pid="6" name="Emneområde">
    <vt:lpwstr/>
  </property>
  <property fmtid="{D5CDD505-2E9C-101B-9397-08002B2CF9AE}" pid="7" name="Forretningsområde">
    <vt:lpwstr/>
  </property>
  <property fmtid="{D5CDD505-2E9C-101B-9397-08002B2CF9AE}" pid="8" name="Navigation">
    <vt:lpwstr/>
  </property>
  <property fmtid="{D5CDD505-2E9C-101B-9397-08002B2CF9AE}" pid="9" name="c4580793a064430d83bbd30c718157a9">
    <vt:lpwstr/>
  </property>
</Properties>
</file>